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4D" w:rsidRPr="008D1B08" w:rsidRDefault="00F53F4D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F53F4D" w:rsidRPr="004D6C59" w:rsidRDefault="00F53F4D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на наукову роботу «</w:t>
      </w:r>
      <w:r w:rsidRPr="003D3BC3">
        <w:rPr>
          <w:sz w:val="28"/>
          <w:szCs w:val="28"/>
          <w:lang w:val="uk-UA" w:eastAsia="uk-UA"/>
        </w:rPr>
        <w:t>Orson Floyd</w:t>
      </w:r>
      <w:bookmarkStart w:id="0" w:name="_GoBack"/>
      <w:bookmarkEnd w:id="0"/>
      <w:r w:rsidRPr="004D6C59">
        <w:rPr>
          <w:sz w:val="28"/>
          <w:szCs w:val="28"/>
          <w:lang w:val="uk-UA" w:eastAsia="uk-UA"/>
        </w:rPr>
        <w:t>» представлену на Конкурс</w:t>
      </w:r>
      <w:r w:rsidRPr="004D6C59">
        <w:rPr>
          <w:sz w:val="18"/>
          <w:szCs w:val="18"/>
          <w:lang w:val="uk-UA" w:eastAsia="uk-UA"/>
        </w:rPr>
        <w:t xml:space="preserve"> </w:t>
      </w:r>
    </w:p>
    <w:p w:rsidR="00F53F4D" w:rsidRPr="004D6C59" w:rsidRDefault="00F53F4D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18"/>
          <w:szCs w:val="18"/>
          <w:lang w:val="uk-UA" w:eastAsia="uk-UA"/>
        </w:rPr>
        <w:t>(шифр)</w:t>
      </w:r>
    </w:p>
    <w:p w:rsidR="00F53F4D" w:rsidRPr="004D6C59" w:rsidRDefault="00F53F4D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F53F4D" w:rsidRPr="008D1B08" w:rsidRDefault="00F53F4D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F53F4D" w:rsidRPr="008D1B08" w:rsidRDefault="00F53F4D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732"/>
        <w:gridCol w:w="927"/>
      </w:tblGrid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F53F4D" w:rsidRPr="008D1B08" w:rsidTr="005378E3">
        <w:trPr>
          <w:trHeight w:val="871"/>
        </w:trPr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368" w:type="dxa"/>
          </w:tcPr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368" w:type="dxa"/>
          </w:tcPr>
          <w:p w:rsidR="00F53F4D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F53F4D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F53F4D" w:rsidRPr="007E2B32" w:rsidRDefault="00F53F4D" w:rsidP="00DA7DB4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368" w:type="dxa"/>
          </w:tcPr>
          <w:p w:rsidR="00F53F4D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53F4D" w:rsidRPr="008D1B08" w:rsidTr="0012304F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368" w:type="dxa"/>
          </w:tcPr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F53F4D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F53F4D" w:rsidRPr="002A148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F53F4D" w:rsidRPr="008D1B08" w:rsidTr="005378E3">
        <w:trPr>
          <w:trHeight w:val="784"/>
        </w:trPr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368" w:type="dxa"/>
          </w:tcPr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F53F4D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</w:t>
            </w: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368" w:type="dxa"/>
          </w:tcPr>
          <w:p w:rsidR="00F53F4D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368" w:type="dxa"/>
          </w:tcPr>
          <w:p w:rsidR="00F53F4D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368" w:type="dxa"/>
          </w:tcPr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F53F4D" w:rsidRPr="008D1B08" w:rsidRDefault="00F53F4D" w:rsidP="002A148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</w:t>
            </w: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368" w:type="dxa"/>
          </w:tcPr>
          <w:p w:rsidR="00F53F4D" w:rsidRPr="008D1B08" w:rsidRDefault="00F53F4D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8D1B08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8626A7" w:rsidTr="005378E3">
        <w:trPr>
          <w:trHeight w:val="1185"/>
        </w:trPr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368" w:type="dxa"/>
          </w:tcPr>
          <w:p w:rsidR="00F53F4D" w:rsidRPr="008D1B08" w:rsidRDefault="00F53F4D" w:rsidP="005378E3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12304F" w:rsidTr="005378E3">
        <w:trPr>
          <w:trHeight w:val="1035"/>
        </w:trPr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11.3</w:t>
            </w:r>
          </w:p>
        </w:tc>
        <w:tc>
          <w:tcPr>
            <w:tcW w:w="6368" w:type="dxa"/>
          </w:tcPr>
          <w:p w:rsidR="00F53F4D" w:rsidRDefault="00F53F4D" w:rsidP="0012304F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9C32F6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9C32F6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9C32F6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368" w:type="dxa"/>
          </w:tcPr>
          <w:p w:rsidR="00F53F4D" w:rsidRPr="008D1B08" w:rsidRDefault="00F53F4D" w:rsidP="002A1488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Вартує, на наш погляд, поєднання аналізу документів КПРС, що здійснено у роботі,  з джерелами які належать до «самвидаву», джерелами зарубіжного походження.</w:t>
            </w: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9C32F6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9C32F6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9C32F6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368" w:type="dxa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1F1BD4" w:rsidTr="005378E3">
        <w:tc>
          <w:tcPr>
            <w:tcW w:w="828" w:type="dxa"/>
          </w:tcPr>
          <w:p w:rsidR="00F53F4D" w:rsidRPr="008D1B08" w:rsidRDefault="00F53F4D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368" w:type="dxa"/>
          </w:tcPr>
          <w:p w:rsidR="00F53F4D" w:rsidRPr="008D1B08" w:rsidRDefault="00F53F4D" w:rsidP="00BD74DA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Потребує розширення та конкретизації освоєння  історіографічної складової досліджуваної проблеми в новітніх працях. Використаний автором матеріал, відносно вживаних партноменклатурою заборон та обмежень гласності, доцільно узагальнити. Це значно посилило б рівень цілісності сприйняття та аргументованості висновків рецензованої праці.</w:t>
            </w:r>
          </w:p>
        </w:tc>
        <w:tc>
          <w:tcPr>
            <w:tcW w:w="1732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F53F4D" w:rsidRPr="005F3189" w:rsidTr="008D1B08">
        <w:tc>
          <w:tcPr>
            <w:tcW w:w="8928" w:type="dxa"/>
            <w:gridSpan w:val="3"/>
          </w:tcPr>
          <w:p w:rsidR="00F53F4D" w:rsidRPr="008D1B08" w:rsidRDefault="00F53F4D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F53F4D" w:rsidRPr="008D1B08" w:rsidRDefault="00F53F4D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87</w:t>
            </w:r>
          </w:p>
        </w:tc>
      </w:tr>
    </w:tbl>
    <w:p w:rsidR="00F53F4D" w:rsidRPr="008D1B08" w:rsidRDefault="00F53F4D" w:rsidP="008D1B08">
      <w:pPr>
        <w:ind w:left="-180" w:right="279"/>
        <w:rPr>
          <w:sz w:val="28"/>
          <w:szCs w:val="28"/>
          <w:lang w:val="uk-UA" w:eastAsia="uk-UA"/>
        </w:rPr>
      </w:pPr>
    </w:p>
    <w:p w:rsidR="00F53F4D" w:rsidRPr="008D1B08" w:rsidRDefault="00F53F4D" w:rsidP="008D1B08">
      <w:pPr>
        <w:ind w:left="-180" w:right="279"/>
        <w:rPr>
          <w:lang w:val="uk-UA" w:eastAsia="uk-UA"/>
        </w:rPr>
      </w:pPr>
    </w:p>
    <w:p w:rsidR="00F53F4D" w:rsidRPr="008D1B08" w:rsidRDefault="00F53F4D" w:rsidP="008D1B08">
      <w:pPr>
        <w:ind w:left="-180" w:right="279"/>
        <w:rPr>
          <w:lang w:val="uk-UA" w:eastAsia="uk-UA"/>
        </w:rPr>
      </w:pPr>
    </w:p>
    <w:p w:rsidR="00F53F4D" w:rsidRPr="008D1B08" w:rsidRDefault="00F53F4D" w:rsidP="008D1B08">
      <w:pPr>
        <w:ind w:left="-180" w:right="279"/>
        <w:rPr>
          <w:lang w:val="uk-UA" w:eastAsia="uk-UA"/>
        </w:rPr>
      </w:pPr>
    </w:p>
    <w:p w:rsidR="00F53F4D" w:rsidRPr="008D1B08" w:rsidRDefault="00F53F4D" w:rsidP="008D1B08">
      <w:pPr>
        <w:ind w:left="-180" w:right="279"/>
        <w:rPr>
          <w:lang w:val="uk-UA" w:eastAsia="uk-UA"/>
        </w:rPr>
      </w:pPr>
    </w:p>
    <w:p w:rsidR="00F53F4D" w:rsidRPr="008D1B08" w:rsidRDefault="00F53F4D" w:rsidP="008D1B08">
      <w:pPr>
        <w:ind w:left="-180" w:right="279"/>
        <w:rPr>
          <w:lang w:val="uk-UA" w:eastAsia="uk-UA"/>
        </w:rPr>
      </w:pPr>
    </w:p>
    <w:p w:rsidR="00F53F4D" w:rsidRPr="008D1B08" w:rsidRDefault="00F53F4D" w:rsidP="008D1B08">
      <w:pPr>
        <w:ind w:left="-180" w:right="279"/>
        <w:rPr>
          <w:lang w:val="uk-UA" w:eastAsia="uk-UA"/>
        </w:rPr>
      </w:pPr>
    </w:p>
    <w:p w:rsidR="00F53F4D" w:rsidRPr="008D1B08" w:rsidRDefault="00F53F4D" w:rsidP="008D1B08">
      <w:pPr>
        <w:ind w:left="-180" w:right="279"/>
        <w:rPr>
          <w:lang w:val="uk-UA" w:eastAsia="uk-UA"/>
        </w:rPr>
      </w:pPr>
    </w:p>
    <w:p w:rsidR="00F53F4D" w:rsidRPr="008D1B08" w:rsidRDefault="00F53F4D">
      <w:pPr>
        <w:rPr>
          <w:lang w:val="uk-UA"/>
        </w:rPr>
      </w:pPr>
    </w:p>
    <w:sectPr w:rsidR="00F53F4D" w:rsidRPr="008D1B08" w:rsidSect="00B96947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F4D" w:rsidRDefault="00F53F4D" w:rsidP="008D1B08">
      <w:r>
        <w:separator/>
      </w:r>
    </w:p>
  </w:endnote>
  <w:endnote w:type="continuationSeparator" w:id="0">
    <w:p w:rsidR="00F53F4D" w:rsidRDefault="00F53F4D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F4D" w:rsidRDefault="00F53F4D" w:rsidP="008D1B08">
      <w:r>
        <w:separator/>
      </w:r>
    </w:p>
  </w:footnote>
  <w:footnote w:type="continuationSeparator" w:id="0">
    <w:p w:rsidR="00F53F4D" w:rsidRDefault="00F53F4D" w:rsidP="008D1B08">
      <w:r>
        <w:continuationSeparator/>
      </w:r>
    </w:p>
  </w:footnote>
  <w:footnote w:id="1">
    <w:p w:rsidR="00F53F4D" w:rsidRDefault="00F53F4D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F4D" w:rsidRDefault="00F53F4D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F53F4D" w:rsidRDefault="00F53F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0335EC"/>
    <w:rsid w:val="0012304F"/>
    <w:rsid w:val="00141A74"/>
    <w:rsid w:val="001421BA"/>
    <w:rsid w:val="001F1BD4"/>
    <w:rsid w:val="001F3E51"/>
    <w:rsid w:val="002A1488"/>
    <w:rsid w:val="00365B50"/>
    <w:rsid w:val="003D3BC3"/>
    <w:rsid w:val="00400118"/>
    <w:rsid w:val="004D6C59"/>
    <w:rsid w:val="005378E3"/>
    <w:rsid w:val="0058542B"/>
    <w:rsid w:val="005F3189"/>
    <w:rsid w:val="00606D6D"/>
    <w:rsid w:val="006919BB"/>
    <w:rsid w:val="006E51A5"/>
    <w:rsid w:val="00702E4B"/>
    <w:rsid w:val="007506CC"/>
    <w:rsid w:val="007A0EC8"/>
    <w:rsid w:val="007C02E7"/>
    <w:rsid w:val="007E2B32"/>
    <w:rsid w:val="007F7A90"/>
    <w:rsid w:val="008626A7"/>
    <w:rsid w:val="00872E95"/>
    <w:rsid w:val="008D1B08"/>
    <w:rsid w:val="008F4DA5"/>
    <w:rsid w:val="009C32F6"/>
    <w:rsid w:val="00A17EAE"/>
    <w:rsid w:val="00A621D2"/>
    <w:rsid w:val="00B104A4"/>
    <w:rsid w:val="00B47DB4"/>
    <w:rsid w:val="00B84D61"/>
    <w:rsid w:val="00B857D3"/>
    <w:rsid w:val="00B96947"/>
    <w:rsid w:val="00BD74DA"/>
    <w:rsid w:val="00C06DC0"/>
    <w:rsid w:val="00C107B9"/>
    <w:rsid w:val="00D22D4E"/>
    <w:rsid w:val="00D40F25"/>
    <w:rsid w:val="00D44B82"/>
    <w:rsid w:val="00DA7DB4"/>
    <w:rsid w:val="00DB06C9"/>
    <w:rsid w:val="00DE6166"/>
    <w:rsid w:val="00E34578"/>
    <w:rsid w:val="00E73013"/>
    <w:rsid w:val="00E74BF6"/>
    <w:rsid w:val="00F53F4D"/>
    <w:rsid w:val="00F61278"/>
    <w:rsid w:val="00F74ABD"/>
    <w:rsid w:val="00FE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6E51A5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6E51A5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07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2</Pages>
  <Words>229</Words>
  <Characters>1308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29</cp:revision>
  <cp:lastPrinted>2019-03-17T17:00:00Z</cp:lastPrinted>
  <dcterms:created xsi:type="dcterms:W3CDTF">2019-03-17T16:53:00Z</dcterms:created>
  <dcterms:modified xsi:type="dcterms:W3CDTF">2019-03-26T09:08:00Z</dcterms:modified>
</cp:coreProperties>
</file>